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708" w:rsidRPr="004429CF" w:rsidRDefault="00965708" w:rsidP="0096570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667686">
        <w:rPr>
          <w:rFonts w:asciiTheme="majorHAnsi" w:eastAsia="Times New Roman" w:hAnsiTheme="majorHAnsi" w:cs="Times New Roman"/>
          <w:lang w:eastAsia="cs-CZ"/>
        </w:rPr>
        <w:t>1b Kupní smlouvy</w:t>
      </w:r>
    </w:p>
    <w:p w:rsidR="00965708" w:rsidRPr="00536E82" w:rsidRDefault="002254F5" w:rsidP="00965708">
      <w:pPr>
        <w:pStyle w:val="Nadpis1"/>
      </w:pPr>
      <w:r>
        <w:t>Distribuční seznam</w:t>
      </w:r>
    </w:p>
    <w:p w:rsidR="005347E8" w:rsidRDefault="004E2A70" w:rsidP="005347E8">
      <w:pPr>
        <w:spacing w:after="0"/>
        <w:rPr>
          <w:rFonts w:asciiTheme="majorHAnsi" w:hAnsiTheme="majorHAnsi" w:cs="Arial"/>
          <w:b/>
        </w:rPr>
      </w:pPr>
      <w:r w:rsidRPr="004E2A70">
        <w:rPr>
          <w:rFonts w:asciiTheme="majorHAnsi" w:hAnsiTheme="majorHAnsi" w:cs="Arial"/>
          <w:b/>
        </w:rPr>
        <w:t xml:space="preserve">Tisk kalendářů pro Správu železnic 2023 </w:t>
      </w:r>
      <w:bookmarkStart w:id="0" w:name="_GoBack"/>
      <w:bookmarkEnd w:id="0"/>
    </w:p>
    <w:p w:rsidR="004730A6" w:rsidRDefault="004730A6" w:rsidP="005347E8">
      <w:pPr>
        <w:spacing w:after="0"/>
        <w:rPr>
          <w:rFonts w:asciiTheme="majorHAnsi" w:hAnsiTheme="majorHAnsi" w:cs="Arial"/>
          <w:b/>
        </w:rPr>
      </w:pPr>
      <w:r>
        <w:rPr>
          <w:rFonts w:asciiTheme="majorHAnsi" w:hAnsiTheme="majorHAnsi" w:cs="Arial"/>
          <w:b/>
        </w:rPr>
        <w:t>Distribuce kalendářů a diářů 2023</w:t>
      </w:r>
      <w:r w:rsidR="00D55091">
        <w:rPr>
          <w:rFonts w:asciiTheme="majorHAnsi" w:hAnsiTheme="majorHAnsi" w:cs="Arial"/>
          <w:b/>
        </w:rPr>
        <w:br/>
      </w:r>
      <w:r w:rsidR="00D55091">
        <w:rPr>
          <w:rFonts w:asciiTheme="majorHAnsi" w:hAnsiTheme="majorHAnsi" w:cs="Arial"/>
        </w:rPr>
        <w:t xml:space="preserve">Termín dodání: do 31. 10. 2023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02"/>
        <w:gridCol w:w="1744"/>
        <w:gridCol w:w="1045"/>
        <w:gridCol w:w="1004"/>
        <w:gridCol w:w="1005"/>
        <w:gridCol w:w="1002"/>
      </w:tblGrid>
      <w:tr w:rsidR="00031324" w:rsidTr="00B82B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4" w:type="dxa"/>
          </w:tcPr>
          <w:p w:rsidR="00031324" w:rsidRDefault="00031324" w:rsidP="00026A23">
            <w:r>
              <w:t>Adresa</w:t>
            </w:r>
          </w:p>
        </w:tc>
        <w:tc>
          <w:tcPr>
            <w:tcW w:w="1748" w:type="dxa"/>
          </w:tcPr>
          <w:p w:rsidR="00031324" w:rsidRDefault="00031324" w:rsidP="00026A2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Kontaktní osoba</w:t>
            </w:r>
          </w:p>
        </w:tc>
        <w:tc>
          <w:tcPr>
            <w:tcW w:w="1047" w:type="dxa"/>
          </w:tcPr>
          <w:p w:rsidR="00031324" w:rsidRDefault="00031324" w:rsidP="00026A2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Stolní kalendář počet kusů</w:t>
            </w:r>
          </w:p>
        </w:tc>
        <w:tc>
          <w:tcPr>
            <w:tcW w:w="1005" w:type="dxa"/>
          </w:tcPr>
          <w:p w:rsidR="00031324" w:rsidRDefault="00031324" w:rsidP="00026A2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Nástěnný kalendář       počet kusů</w:t>
            </w:r>
          </w:p>
        </w:tc>
        <w:tc>
          <w:tcPr>
            <w:tcW w:w="1006" w:type="dxa"/>
          </w:tcPr>
          <w:p w:rsidR="00031324" w:rsidRDefault="00031324" w:rsidP="00026A2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Tříměsíční kalendář       počet kusů</w:t>
            </w:r>
          </w:p>
        </w:tc>
        <w:tc>
          <w:tcPr>
            <w:tcW w:w="1005" w:type="dxa"/>
          </w:tcPr>
          <w:p w:rsidR="00031324" w:rsidRDefault="00031324" w:rsidP="00026A2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Diář                 počet kusů</w:t>
            </w:r>
          </w:p>
        </w:tc>
      </w:tr>
      <w:tr w:rsidR="00031324" w:rsidTr="00B82B61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4" w:type="dxa"/>
          </w:tcPr>
          <w:p w:rsidR="00031324" w:rsidRDefault="00031324" w:rsidP="00026A23">
            <w:r>
              <w:t>Správa železnic, státní organizace</w:t>
            </w:r>
            <w:r w:rsidR="00803C5D">
              <w:t>, Generální ředitelství</w:t>
            </w:r>
          </w:p>
          <w:p w:rsidR="00031324" w:rsidRDefault="00031324" w:rsidP="00026A23">
            <w:r>
              <w:t>Dlážděná 1003/7, 110 00 Praha 1</w:t>
            </w:r>
          </w:p>
        </w:tc>
        <w:tc>
          <w:tcPr>
            <w:tcW w:w="1748" w:type="dxa"/>
          </w:tcPr>
          <w:p w:rsidR="00803C5D" w:rsidRDefault="00803C5D" w:rsidP="00026A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Petr </w:t>
            </w:r>
            <w:proofErr w:type="spellStart"/>
            <w:r>
              <w:t>Reichelt</w:t>
            </w:r>
            <w:proofErr w:type="spellEnd"/>
            <w:r>
              <w:t xml:space="preserve">     725 820 765</w:t>
            </w:r>
          </w:p>
          <w:p w:rsidR="00031324" w:rsidRDefault="00803C5D" w:rsidP="00026A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972 235 573</w:t>
            </w:r>
          </w:p>
        </w:tc>
        <w:tc>
          <w:tcPr>
            <w:tcW w:w="1047" w:type="dxa"/>
            <w:vAlign w:val="center"/>
          </w:tcPr>
          <w:p w:rsidR="00031324" w:rsidRDefault="00803C5D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1915</w:t>
            </w:r>
          </w:p>
        </w:tc>
        <w:tc>
          <w:tcPr>
            <w:tcW w:w="1005" w:type="dxa"/>
            <w:vAlign w:val="center"/>
          </w:tcPr>
          <w:p w:rsidR="00031324" w:rsidRDefault="00E81BBA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98</w:t>
            </w:r>
            <w:r w:rsidR="00803C5D">
              <w:t>0</w:t>
            </w:r>
          </w:p>
        </w:tc>
        <w:tc>
          <w:tcPr>
            <w:tcW w:w="1006" w:type="dxa"/>
            <w:vAlign w:val="center"/>
          </w:tcPr>
          <w:p w:rsidR="00031324" w:rsidRDefault="00E81BBA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44</w:t>
            </w:r>
            <w:r w:rsidR="00803C5D">
              <w:t>0</w:t>
            </w:r>
          </w:p>
        </w:tc>
        <w:tc>
          <w:tcPr>
            <w:tcW w:w="1005" w:type="dxa"/>
            <w:vAlign w:val="center"/>
          </w:tcPr>
          <w:p w:rsidR="00031324" w:rsidRDefault="00E81BBA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600</w:t>
            </w:r>
          </w:p>
        </w:tc>
      </w:tr>
      <w:tr w:rsidR="00031324" w:rsidTr="00B82B61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4" w:type="dxa"/>
          </w:tcPr>
          <w:p w:rsidR="00031324" w:rsidRDefault="00803C5D" w:rsidP="00026A23">
            <w:r>
              <w:t>Správa železnic, státní organizace</w:t>
            </w:r>
          </w:p>
          <w:p w:rsidR="00803C5D" w:rsidRDefault="00803C5D" w:rsidP="00026A23">
            <w:r>
              <w:t>Generální ředitelství</w:t>
            </w:r>
          </w:p>
          <w:p w:rsidR="00803C5D" w:rsidRDefault="00803C5D" w:rsidP="00026A23">
            <w:r>
              <w:t>Dlážděná 1003/7, 110 00 Praha 1</w:t>
            </w:r>
          </w:p>
        </w:tc>
        <w:tc>
          <w:tcPr>
            <w:tcW w:w="1748" w:type="dxa"/>
          </w:tcPr>
          <w:p w:rsidR="00031324" w:rsidRPr="004075B9" w:rsidRDefault="00803C5D" w:rsidP="00026A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075B9">
              <w:t>David Čistý O27</w:t>
            </w:r>
          </w:p>
          <w:p w:rsidR="00803C5D" w:rsidRPr="00803C5D" w:rsidRDefault="004075B9" w:rsidP="00026A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4075B9">
              <w:t>702 263</w:t>
            </w:r>
            <w:r>
              <w:t> </w:t>
            </w:r>
            <w:r w:rsidRPr="004075B9">
              <w:t>911</w:t>
            </w:r>
            <w:r>
              <w:br/>
            </w:r>
            <w:r w:rsidRPr="004075B9">
              <w:t>972 235 778</w:t>
            </w:r>
          </w:p>
        </w:tc>
        <w:tc>
          <w:tcPr>
            <w:tcW w:w="1047" w:type="dxa"/>
            <w:vAlign w:val="center"/>
          </w:tcPr>
          <w:p w:rsidR="00031324" w:rsidRDefault="00803C5D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59</w:t>
            </w:r>
          </w:p>
        </w:tc>
        <w:tc>
          <w:tcPr>
            <w:tcW w:w="1005" w:type="dxa"/>
            <w:vAlign w:val="center"/>
          </w:tcPr>
          <w:p w:rsidR="00031324" w:rsidRDefault="00803C5D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65</w:t>
            </w:r>
          </w:p>
        </w:tc>
        <w:tc>
          <w:tcPr>
            <w:tcW w:w="1006" w:type="dxa"/>
            <w:vAlign w:val="center"/>
          </w:tcPr>
          <w:p w:rsidR="00031324" w:rsidRDefault="00803C5D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15</w:t>
            </w:r>
          </w:p>
        </w:tc>
        <w:tc>
          <w:tcPr>
            <w:tcW w:w="1005" w:type="dxa"/>
            <w:vAlign w:val="center"/>
          </w:tcPr>
          <w:p w:rsidR="00031324" w:rsidRDefault="00803C5D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60</w:t>
            </w:r>
          </w:p>
        </w:tc>
      </w:tr>
      <w:tr w:rsidR="00031324" w:rsidTr="00B82B61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4" w:type="dxa"/>
          </w:tcPr>
          <w:p w:rsidR="009146C8" w:rsidRDefault="008E042A" w:rsidP="00026A23">
            <w:r w:rsidRPr="008E042A">
              <w:t xml:space="preserve">Správa železnic, státní organizace, </w:t>
            </w:r>
          </w:p>
          <w:p w:rsidR="00031324" w:rsidRDefault="009146C8" w:rsidP="00026A23">
            <w:r>
              <w:t>OŘ</w:t>
            </w:r>
            <w:r w:rsidR="008E042A">
              <w:t xml:space="preserve"> Praha</w:t>
            </w:r>
          </w:p>
          <w:p w:rsidR="008E042A" w:rsidRDefault="008E042A" w:rsidP="00026A23">
            <w:r w:rsidRPr="008E042A">
              <w:t>Partyzánská 1504/24, 170 00 Praha 7</w:t>
            </w:r>
          </w:p>
        </w:tc>
        <w:tc>
          <w:tcPr>
            <w:tcW w:w="1748" w:type="dxa"/>
          </w:tcPr>
          <w:p w:rsidR="00031324" w:rsidRDefault="00E81BBA" w:rsidP="00026A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  <w:r w:rsidRPr="00E81BBA">
              <w:t xml:space="preserve">oňa Kühnelová - </w:t>
            </w:r>
            <w:r>
              <w:br/>
              <w:t xml:space="preserve">602 435 476 </w:t>
            </w:r>
            <w:r>
              <w:br/>
            </w:r>
            <w:r w:rsidRPr="00E81BBA">
              <w:t>972 226 444</w:t>
            </w:r>
          </w:p>
        </w:tc>
        <w:tc>
          <w:tcPr>
            <w:tcW w:w="1047" w:type="dxa"/>
            <w:vAlign w:val="center"/>
          </w:tcPr>
          <w:p w:rsidR="00031324" w:rsidRDefault="008E042A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1831</w:t>
            </w:r>
          </w:p>
        </w:tc>
        <w:tc>
          <w:tcPr>
            <w:tcW w:w="1005" w:type="dxa"/>
            <w:vAlign w:val="center"/>
          </w:tcPr>
          <w:p w:rsidR="00031324" w:rsidRDefault="008E042A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210</w:t>
            </w:r>
          </w:p>
        </w:tc>
        <w:tc>
          <w:tcPr>
            <w:tcW w:w="1006" w:type="dxa"/>
            <w:vAlign w:val="center"/>
          </w:tcPr>
          <w:p w:rsidR="00031324" w:rsidRDefault="008E042A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100</w:t>
            </w:r>
          </w:p>
        </w:tc>
        <w:tc>
          <w:tcPr>
            <w:tcW w:w="1005" w:type="dxa"/>
            <w:vAlign w:val="center"/>
          </w:tcPr>
          <w:p w:rsidR="00031324" w:rsidRDefault="008E042A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150</w:t>
            </w:r>
          </w:p>
        </w:tc>
      </w:tr>
      <w:tr w:rsidR="006E7879" w:rsidTr="00B82B61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4" w:type="dxa"/>
          </w:tcPr>
          <w:p w:rsidR="006E7879" w:rsidRDefault="006E7879" w:rsidP="00026A23">
            <w:r w:rsidRPr="008E042A">
              <w:t>Správa železnic, státní organizace</w:t>
            </w:r>
            <w:r>
              <w:t xml:space="preserve">, </w:t>
            </w:r>
          </w:p>
          <w:p w:rsidR="006E7879" w:rsidRPr="008E042A" w:rsidRDefault="006E7879" w:rsidP="00026A23">
            <w:r>
              <w:t>SSZ Praha</w:t>
            </w:r>
            <w:r>
              <w:br/>
            </w:r>
            <w:proofErr w:type="spellStart"/>
            <w:r w:rsidRPr="006E7879">
              <w:t>Diamond</w:t>
            </w:r>
            <w:proofErr w:type="spellEnd"/>
            <w:r w:rsidRPr="006E7879">
              <w:t xml:space="preserve"> Point, Ke Štvanici 656/3, 186 00 Praha 8</w:t>
            </w:r>
          </w:p>
        </w:tc>
        <w:tc>
          <w:tcPr>
            <w:tcW w:w="1748" w:type="dxa"/>
          </w:tcPr>
          <w:p w:rsidR="006E7879" w:rsidRDefault="006E7879" w:rsidP="00026A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E7879">
              <w:t xml:space="preserve">Lenka </w:t>
            </w:r>
            <w:proofErr w:type="spellStart"/>
            <w:r w:rsidRPr="006E7879">
              <w:t>Skalíková</w:t>
            </w:r>
            <w:proofErr w:type="spellEnd"/>
            <w:r w:rsidRPr="006E7879">
              <w:t xml:space="preserve"> - </w:t>
            </w:r>
            <w:r>
              <w:br/>
            </w:r>
            <w:r w:rsidRPr="006E7879">
              <w:t>602 610 153</w:t>
            </w:r>
          </w:p>
        </w:tc>
        <w:tc>
          <w:tcPr>
            <w:tcW w:w="1047" w:type="dxa"/>
            <w:vAlign w:val="center"/>
          </w:tcPr>
          <w:p w:rsidR="006E7879" w:rsidRDefault="006E7879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350</w:t>
            </w:r>
          </w:p>
        </w:tc>
        <w:tc>
          <w:tcPr>
            <w:tcW w:w="1005" w:type="dxa"/>
            <w:vAlign w:val="center"/>
          </w:tcPr>
          <w:p w:rsidR="006E7879" w:rsidRDefault="006E7879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175</w:t>
            </w:r>
          </w:p>
        </w:tc>
        <w:tc>
          <w:tcPr>
            <w:tcW w:w="1006" w:type="dxa"/>
            <w:vAlign w:val="center"/>
          </w:tcPr>
          <w:p w:rsidR="006E7879" w:rsidRDefault="006E7879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50</w:t>
            </w:r>
          </w:p>
        </w:tc>
        <w:tc>
          <w:tcPr>
            <w:tcW w:w="1005" w:type="dxa"/>
            <w:vAlign w:val="center"/>
          </w:tcPr>
          <w:p w:rsidR="006E7879" w:rsidRDefault="006E7879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100</w:t>
            </w:r>
          </w:p>
        </w:tc>
      </w:tr>
      <w:tr w:rsidR="006E7879" w:rsidTr="00B82B61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4" w:type="dxa"/>
          </w:tcPr>
          <w:p w:rsidR="006E7879" w:rsidRDefault="006E7879" w:rsidP="006E7879">
            <w:r w:rsidRPr="008E042A">
              <w:t>Správa železnic, státní organizace</w:t>
            </w:r>
            <w:r>
              <w:t xml:space="preserve">, </w:t>
            </w:r>
          </w:p>
          <w:p w:rsidR="006E7879" w:rsidRDefault="006E7879" w:rsidP="00026A23">
            <w:r>
              <w:t>CDP Praha</w:t>
            </w:r>
          </w:p>
          <w:p w:rsidR="006E7879" w:rsidRPr="008E042A" w:rsidRDefault="006E7879" w:rsidP="00026A23">
            <w:r w:rsidRPr="006E7879">
              <w:t>V trianglu 2474 - 180 00 Praha 9</w:t>
            </w:r>
          </w:p>
        </w:tc>
        <w:tc>
          <w:tcPr>
            <w:tcW w:w="1748" w:type="dxa"/>
          </w:tcPr>
          <w:p w:rsidR="006E7879" w:rsidRDefault="006E7879" w:rsidP="00026A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E7879">
              <w:t xml:space="preserve">Milada </w:t>
            </w:r>
            <w:proofErr w:type="spellStart"/>
            <w:r w:rsidRPr="006E7879">
              <w:t>Wertheimová</w:t>
            </w:r>
            <w:proofErr w:type="spellEnd"/>
            <w:r w:rsidRPr="006E7879">
              <w:t xml:space="preserve"> - 725 81</w:t>
            </w:r>
            <w:r>
              <w:t xml:space="preserve">3 623 </w:t>
            </w:r>
            <w:r>
              <w:br/>
            </w:r>
            <w:r w:rsidRPr="006E7879">
              <w:t>972 228 940</w:t>
            </w:r>
          </w:p>
        </w:tc>
        <w:tc>
          <w:tcPr>
            <w:tcW w:w="1047" w:type="dxa"/>
            <w:vAlign w:val="center"/>
          </w:tcPr>
          <w:p w:rsidR="006E7879" w:rsidRDefault="006E7879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200</w:t>
            </w:r>
          </w:p>
        </w:tc>
        <w:tc>
          <w:tcPr>
            <w:tcW w:w="1005" w:type="dxa"/>
            <w:vAlign w:val="center"/>
          </w:tcPr>
          <w:p w:rsidR="006E7879" w:rsidRDefault="006E7879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65</w:t>
            </w:r>
          </w:p>
        </w:tc>
        <w:tc>
          <w:tcPr>
            <w:tcW w:w="1006" w:type="dxa"/>
            <w:vAlign w:val="center"/>
          </w:tcPr>
          <w:p w:rsidR="006E7879" w:rsidRDefault="006E7879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40</w:t>
            </w:r>
          </w:p>
        </w:tc>
        <w:tc>
          <w:tcPr>
            <w:tcW w:w="1005" w:type="dxa"/>
            <w:vAlign w:val="center"/>
          </w:tcPr>
          <w:p w:rsidR="006E7879" w:rsidRDefault="006E7879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</w:t>
            </w:r>
          </w:p>
        </w:tc>
      </w:tr>
      <w:tr w:rsidR="006E7879" w:rsidTr="00B82B61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4" w:type="dxa"/>
          </w:tcPr>
          <w:p w:rsidR="006E7879" w:rsidRDefault="006E7879" w:rsidP="006E7879">
            <w:r w:rsidRPr="008E042A">
              <w:t>Správa železnic, státní organizace</w:t>
            </w:r>
            <w:r>
              <w:t xml:space="preserve">, </w:t>
            </w:r>
            <w:r>
              <w:br/>
              <w:t>HZS</w:t>
            </w:r>
          </w:p>
          <w:p w:rsidR="006E7879" w:rsidRPr="008E042A" w:rsidRDefault="006E7879" w:rsidP="00026A23">
            <w:r w:rsidRPr="006E7879">
              <w:t>Chodovská 1430/3a - 14100 Praha 4</w:t>
            </w:r>
          </w:p>
        </w:tc>
        <w:tc>
          <w:tcPr>
            <w:tcW w:w="1748" w:type="dxa"/>
          </w:tcPr>
          <w:p w:rsidR="006E7879" w:rsidRDefault="006E7879" w:rsidP="00026A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Monika </w:t>
            </w:r>
            <w:proofErr w:type="spellStart"/>
            <w:r>
              <w:t>Slabihoudková</w:t>
            </w:r>
            <w:proofErr w:type="spellEnd"/>
            <w:r>
              <w:t xml:space="preserve"> 720 178 344</w:t>
            </w:r>
            <w:r>
              <w:br/>
            </w:r>
            <w:r w:rsidRPr="006E7879">
              <w:t>972 235 116</w:t>
            </w:r>
          </w:p>
        </w:tc>
        <w:tc>
          <w:tcPr>
            <w:tcW w:w="1047" w:type="dxa"/>
            <w:vAlign w:val="center"/>
          </w:tcPr>
          <w:p w:rsidR="006E7879" w:rsidRDefault="006E7879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800</w:t>
            </w:r>
          </w:p>
        </w:tc>
        <w:tc>
          <w:tcPr>
            <w:tcW w:w="1005" w:type="dxa"/>
            <w:vAlign w:val="center"/>
          </w:tcPr>
          <w:p w:rsidR="006E7879" w:rsidRDefault="006E7879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125</w:t>
            </w:r>
          </w:p>
        </w:tc>
        <w:tc>
          <w:tcPr>
            <w:tcW w:w="1006" w:type="dxa"/>
            <w:vAlign w:val="center"/>
          </w:tcPr>
          <w:p w:rsidR="006E7879" w:rsidRDefault="00A7700B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100</w:t>
            </w:r>
          </w:p>
        </w:tc>
        <w:tc>
          <w:tcPr>
            <w:tcW w:w="1005" w:type="dxa"/>
            <w:vAlign w:val="center"/>
          </w:tcPr>
          <w:p w:rsidR="006E7879" w:rsidRDefault="00A7700B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70</w:t>
            </w:r>
          </w:p>
        </w:tc>
      </w:tr>
      <w:tr w:rsidR="006E7879" w:rsidTr="00B82B61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4" w:type="dxa"/>
          </w:tcPr>
          <w:p w:rsidR="006E7879" w:rsidRDefault="006E7879" w:rsidP="006E7879">
            <w:r w:rsidRPr="008E042A">
              <w:t>Správa železnic, státní organizace</w:t>
            </w:r>
            <w:r>
              <w:t xml:space="preserve">, </w:t>
            </w:r>
          </w:p>
          <w:p w:rsidR="006E7879" w:rsidRPr="008E042A" w:rsidRDefault="00A7700B" w:rsidP="00026A23">
            <w:r>
              <w:t>SŽG</w:t>
            </w:r>
            <w:r>
              <w:br/>
            </w:r>
            <w:r w:rsidRPr="00A7700B">
              <w:t>Václavkova 169/1 - 160 00 Praha 6</w:t>
            </w:r>
          </w:p>
        </w:tc>
        <w:tc>
          <w:tcPr>
            <w:tcW w:w="1748" w:type="dxa"/>
          </w:tcPr>
          <w:p w:rsidR="006E7879" w:rsidRDefault="00A7700B" w:rsidP="00026A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Dana Horká - 606781060 </w:t>
            </w:r>
            <w:r>
              <w:br/>
            </w:r>
            <w:r w:rsidRPr="00A7700B">
              <w:t>972 221 727</w:t>
            </w:r>
          </w:p>
        </w:tc>
        <w:tc>
          <w:tcPr>
            <w:tcW w:w="1047" w:type="dxa"/>
            <w:vAlign w:val="center"/>
          </w:tcPr>
          <w:p w:rsidR="006E7879" w:rsidRDefault="00A7700B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240</w:t>
            </w:r>
          </w:p>
        </w:tc>
        <w:tc>
          <w:tcPr>
            <w:tcW w:w="1005" w:type="dxa"/>
            <w:vAlign w:val="center"/>
          </w:tcPr>
          <w:p w:rsidR="006E7879" w:rsidRDefault="00A7700B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85</w:t>
            </w:r>
          </w:p>
        </w:tc>
        <w:tc>
          <w:tcPr>
            <w:tcW w:w="1006" w:type="dxa"/>
            <w:vAlign w:val="center"/>
          </w:tcPr>
          <w:p w:rsidR="006E7879" w:rsidRDefault="00A7700B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30</w:t>
            </w:r>
          </w:p>
        </w:tc>
        <w:tc>
          <w:tcPr>
            <w:tcW w:w="1005" w:type="dxa"/>
            <w:vAlign w:val="center"/>
          </w:tcPr>
          <w:p w:rsidR="006E7879" w:rsidRDefault="00A7700B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</w:t>
            </w:r>
          </w:p>
        </w:tc>
      </w:tr>
      <w:tr w:rsidR="006E7879" w:rsidTr="00B82B61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4" w:type="dxa"/>
          </w:tcPr>
          <w:p w:rsidR="006E7879" w:rsidRDefault="006E7879" w:rsidP="006E7879">
            <w:r w:rsidRPr="008E042A">
              <w:t>Správa železnic, státní organizace</w:t>
            </w:r>
            <w:r>
              <w:t xml:space="preserve">, </w:t>
            </w:r>
            <w:r w:rsidR="00A7700B">
              <w:br/>
              <w:t>CSS</w:t>
            </w:r>
          </w:p>
          <w:p w:rsidR="006E7879" w:rsidRPr="008E042A" w:rsidRDefault="00A7700B" w:rsidP="00026A23">
            <w:r w:rsidRPr="00A7700B">
              <w:t>Pernerova 2819/2a - 13000 Praha 3</w:t>
            </w:r>
          </w:p>
        </w:tc>
        <w:tc>
          <w:tcPr>
            <w:tcW w:w="1748" w:type="dxa"/>
          </w:tcPr>
          <w:p w:rsidR="006E7879" w:rsidRDefault="00A7700B" w:rsidP="00026A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7700B">
              <w:t xml:space="preserve">Silvia Antošová - </w:t>
            </w:r>
            <w:r>
              <w:br/>
              <w:t xml:space="preserve">725 711 744 </w:t>
            </w:r>
            <w:r>
              <w:br/>
            </w:r>
            <w:r w:rsidRPr="00A7700B">
              <w:t>972 235 971</w:t>
            </w:r>
          </w:p>
        </w:tc>
        <w:tc>
          <w:tcPr>
            <w:tcW w:w="1047" w:type="dxa"/>
            <w:vAlign w:val="center"/>
          </w:tcPr>
          <w:p w:rsidR="006E7879" w:rsidRDefault="004075B9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120</w:t>
            </w:r>
          </w:p>
        </w:tc>
        <w:tc>
          <w:tcPr>
            <w:tcW w:w="1005" w:type="dxa"/>
            <w:vAlign w:val="center"/>
          </w:tcPr>
          <w:p w:rsidR="006E7879" w:rsidRDefault="004075B9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55</w:t>
            </w:r>
          </w:p>
        </w:tc>
        <w:tc>
          <w:tcPr>
            <w:tcW w:w="1006" w:type="dxa"/>
            <w:vAlign w:val="center"/>
          </w:tcPr>
          <w:p w:rsidR="006E7879" w:rsidRDefault="004075B9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15</w:t>
            </w:r>
          </w:p>
        </w:tc>
        <w:tc>
          <w:tcPr>
            <w:tcW w:w="1005" w:type="dxa"/>
            <w:vAlign w:val="center"/>
          </w:tcPr>
          <w:p w:rsidR="006E7879" w:rsidRDefault="004075B9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</w:t>
            </w:r>
          </w:p>
        </w:tc>
      </w:tr>
      <w:tr w:rsidR="00031324" w:rsidTr="00B82B61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4" w:type="dxa"/>
          </w:tcPr>
          <w:p w:rsidR="00031324" w:rsidRDefault="005347E8" w:rsidP="00026A23">
            <w:r w:rsidRPr="005347E8">
              <w:rPr>
                <w:color w:val="FF0000"/>
              </w:rPr>
              <w:t>*</w:t>
            </w:r>
            <w:r w:rsidR="00E81BBA">
              <w:t xml:space="preserve">Správa železnic, státní organizace, </w:t>
            </w:r>
            <w:r w:rsidR="00E81BBA">
              <w:br/>
            </w:r>
            <w:r w:rsidR="00E81BBA" w:rsidRPr="00E81BBA">
              <w:t xml:space="preserve">OŘ </w:t>
            </w:r>
            <w:r>
              <w:t>Ostrava</w:t>
            </w:r>
            <w:r w:rsidR="00E81BBA">
              <w:br/>
            </w:r>
            <w:r w:rsidR="00E81BBA" w:rsidRPr="00E81BBA">
              <w:t>Nerudova 773/1 - 779 00 Olomouc</w:t>
            </w:r>
          </w:p>
        </w:tc>
        <w:tc>
          <w:tcPr>
            <w:tcW w:w="1748" w:type="dxa"/>
          </w:tcPr>
          <w:p w:rsidR="00031324" w:rsidRDefault="00E81BBA" w:rsidP="00026A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81BBA">
              <w:t xml:space="preserve">Irena Kolářová - </w:t>
            </w:r>
            <w:r>
              <w:br/>
              <w:t xml:space="preserve">724 459 792 </w:t>
            </w:r>
            <w:r>
              <w:br/>
            </w:r>
            <w:r w:rsidRPr="00E81BBA">
              <w:t>972 740 427</w:t>
            </w:r>
          </w:p>
        </w:tc>
        <w:tc>
          <w:tcPr>
            <w:tcW w:w="1047" w:type="dxa"/>
            <w:vAlign w:val="center"/>
          </w:tcPr>
          <w:p w:rsidR="00031324" w:rsidRDefault="00E81BBA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700</w:t>
            </w:r>
          </w:p>
        </w:tc>
        <w:tc>
          <w:tcPr>
            <w:tcW w:w="1005" w:type="dxa"/>
            <w:vAlign w:val="center"/>
          </w:tcPr>
          <w:p w:rsidR="00031324" w:rsidRDefault="00E81BBA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100</w:t>
            </w:r>
          </w:p>
        </w:tc>
        <w:tc>
          <w:tcPr>
            <w:tcW w:w="1006" w:type="dxa"/>
            <w:vAlign w:val="center"/>
          </w:tcPr>
          <w:p w:rsidR="00031324" w:rsidRDefault="00E81BBA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40</w:t>
            </w:r>
          </w:p>
        </w:tc>
        <w:tc>
          <w:tcPr>
            <w:tcW w:w="1005" w:type="dxa"/>
            <w:vAlign w:val="center"/>
          </w:tcPr>
          <w:p w:rsidR="00031324" w:rsidRDefault="00E81BBA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40</w:t>
            </w:r>
          </w:p>
        </w:tc>
      </w:tr>
      <w:tr w:rsidR="006E7879" w:rsidTr="00B82B61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4" w:type="dxa"/>
          </w:tcPr>
          <w:p w:rsidR="006E7879" w:rsidRDefault="006E7879" w:rsidP="00026A23">
            <w:r>
              <w:t xml:space="preserve">Správa železnic, státní organizace, </w:t>
            </w:r>
            <w:r>
              <w:br/>
              <w:t>SSV Olomouc</w:t>
            </w:r>
            <w:r>
              <w:br/>
            </w:r>
            <w:r w:rsidRPr="006E7879">
              <w:t>Nerudova 773/1 - 779 00 Olomouc</w:t>
            </w:r>
          </w:p>
        </w:tc>
        <w:tc>
          <w:tcPr>
            <w:tcW w:w="1748" w:type="dxa"/>
          </w:tcPr>
          <w:p w:rsidR="006E7879" w:rsidRPr="00E81BBA" w:rsidRDefault="006E7879" w:rsidP="00026A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E7879">
              <w:t>Romana Hrabalová - 722 809777</w:t>
            </w:r>
          </w:p>
        </w:tc>
        <w:tc>
          <w:tcPr>
            <w:tcW w:w="1047" w:type="dxa"/>
            <w:vAlign w:val="center"/>
          </w:tcPr>
          <w:p w:rsidR="006E7879" w:rsidRDefault="006E7879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200</w:t>
            </w:r>
          </w:p>
        </w:tc>
        <w:tc>
          <w:tcPr>
            <w:tcW w:w="1005" w:type="dxa"/>
            <w:vAlign w:val="center"/>
          </w:tcPr>
          <w:p w:rsidR="006E7879" w:rsidRDefault="006E7879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75</w:t>
            </w:r>
          </w:p>
        </w:tc>
        <w:tc>
          <w:tcPr>
            <w:tcW w:w="1006" w:type="dxa"/>
            <w:vAlign w:val="center"/>
          </w:tcPr>
          <w:p w:rsidR="006E7879" w:rsidRDefault="006E7879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</w:t>
            </w:r>
          </w:p>
        </w:tc>
        <w:tc>
          <w:tcPr>
            <w:tcW w:w="1005" w:type="dxa"/>
            <w:vAlign w:val="center"/>
          </w:tcPr>
          <w:p w:rsidR="006E7879" w:rsidRDefault="006E7879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50</w:t>
            </w:r>
          </w:p>
        </w:tc>
      </w:tr>
      <w:tr w:rsidR="00031324" w:rsidTr="00B82B61">
        <w:trPr>
          <w:trHeight w:val="1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4" w:type="dxa"/>
          </w:tcPr>
          <w:p w:rsidR="00031324" w:rsidRDefault="00E81BBA" w:rsidP="00026A23">
            <w:r>
              <w:t xml:space="preserve">Správa železnic, státní organizace, </w:t>
            </w:r>
            <w:r>
              <w:br/>
            </w:r>
            <w:r w:rsidRPr="00E81BBA">
              <w:t>OŘ</w:t>
            </w:r>
            <w:r>
              <w:t xml:space="preserve"> Ostrava</w:t>
            </w:r>
            <w:r>
              <w:br/>
            </w:r>
            <w:r w:rsidRPr="00E81BBA">
              <w:t>Muglinovská 1038/5 - 705 00 Ostrava</w:t>
            </w:r>
          </w:p>
        </w:tc>
        <w:tc>
          <w:tcPr>
            <w:tcW w:w="1748" w:type="dxa"/>
          </w:tcPr>
          <w:p w:rsidR="00031324" w:rsidRDefault="00E81BBA" w:rsidP="00026A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81BBA">
              <w:t xml:space="preserve">Dana </w:t>
            </w:r>
            <w:proofErr w:type="spellStart"/>
            <w:r w:rsidRPr="00E81BBA">
              <w:t>Bechná</w:t>
            </w:r>
            <w:proofErr w:type="spellEnd"/>
            <w:r w:rsidRPr="00E81BBA">
              <w:t xml:space="preserve"> - </w:t>
            </w:r>
            <w:r>
              <w:br/>
              <w:t xml:space="preserve">702 072 536 </w:t>
            </w:r>
            <w:r>
              <w:br/>
            </w:r>
            <w:r w:rsidRPr="00E81BBA">
              <w:t>972 766 150</w:t>
            </w:r>
          </w:p>
        </w:tc>
        <w:tc>
          <w:tcPr>
            <w:tcW w:w="1047" w:type="dxa"/>
            <w:vAlign w:val="center"/>
          </w:tcPr>
          <w:p w:rsidR="00031324" w:rsidRDefault="00E81BBA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901</w:t>
            </w:r>
          </w:p>
        </w:tc>
        <w:tc>
          <w:tcPr>
            <w:tcW w:w="1005" w:type="dxa"/>
            <w:vAlign w:val="center"/>
          </w:tcPr>
          <w:p w:rsidR="00031324" w:rsidRDefault="00E81BBA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180</w:t>
            </w:r>
          </w:p>
        </w:tc>
        <w:tc>
          <w:tcPr>
            <w:tcW w:w="1006" w:type="dxa"/>
            <w:vAlign w:val="center"/>
          </w:tcPr>
          <w:p w:rsidR="00031324" w:rsidRDefault="00E81BBA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60</w:t>
            </w:r>
          </w:p>
        </w:tc>
        <w:tc>
          <w:tcPr>
            <w:tcW w:w="1005" w:type="dxa"/>
            <w:vAlign w:val="center"/>
          </w:tcPr>
          <w:p w:rsidR="00031324" w:rsidRDefault="00E81BBA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60</w:t>
            </w:r>
          </w:p>
        </w:tc>
      </w:tr>
      <w:tr w:rsidR="00031324" w:rsidTr="00B82B61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4" w:type="dxa"/>
          </w:tcPr>
          <w:p w:rsidR="00031324" w:rsidRDefault="00E81BBA" w:rsidP="00026A23">
            <w:r>
              <w:t xml:space="preserve">Správa železnic, státní organizace, </w:t>
            </w:r>
            <w:r>
              <w:br/>
            </w:r>
            <w:r w:rsidRPr="00E81BBA">
              <w:t>OŘ</w:t>
            </w:r>
            <w:r>
              <w:t xml:space="preserve"> Brno</w:t>
            </w:r>
            <w:r>
              <w:br/>
            </w:r>
            <w:r w:rsidRPr="00E81BBA">
              <w:t>Kounicova 26 - 611 43 Brno</w:t>
            </w:r>
          </w:p>
        </w:tc>
        <w:tc>
          <w:tcPr>
            <w:tcW w:w="1748" w:type="dxa"/>
          </w:tcPr>
          <w:p w:rsidR="00031324" w:rsidRDefault="00E81BBA" w:rsidP="00026A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81BBA">
              <w:t xml:space="preserve">Robert Vychodil - </w:t>
            </w:r>
            <w:r>
              <w:br/>
              <w:t>724 746 297</w:t>
            </w:r>
            <w:r>
              <w:br/>
            </w:r>
            <w:r w:rsidRPr="00E81BBA">
              <w:t>972 626 077</w:t>
            </w:r>
          </w:p>
        </w:tc>
        <w:tc>
          <w:tcPr>
            <w:tcW w:w="1047" w:type="dxa"/>
            <w:vAlign w:val="center"/>
          </w:tcPr>
          <w:p w:rsidR="00031324" w:rsidRDefault="00E81BBA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1101</w:t>
            </w:r>
          </w:p>
        </w:tc>
        <w:tc>
          <w:tcPr>
            <w:tcW w:w="1005" w:type="dxa"/>
            <w:vAlign w:val="center"/>
          </w:tcPr>
          <w:p w:rsidR="00031324" w:rsidRDefault="005948D2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170</w:t>
            </w:r>
          </w:p>
        </w:tc>
        <w:tc>
          <w:tcPr>
            <w:tcW w:w="1006" w:type="dxa"/>
            <w:vAlign w:val="center"/>
          </w:tcPr>
          <w:p w:rsidR="00031324" w:rsidRDefault="005948D2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50</w:t>
            </w:r>
          </w:p>
        </w:tc>
        <w:tc>
          <w:tcPr>
            <w:tcW w:w="1005" w:type="dxa"/>
            <w:vAlign w:val="center"/>
          </w:tcPr>
          <w:p w:rsidR="00031324" w:rsidRDefault="005948D2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50</w:t>
            </w:r>
          </w:p>
        </w:tc>
      </w:tr>
      <w:tr w:rsidR="00031324" w:rsidTr="00B82B61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4" w:type="dxa"/>
          </w:tcPr>
          <w:p w:rsidR="00031324" w:rsidRDefault="005948D2" w:rsidP="00026A23">
            <w:r>
              <w:t xml:space="preserve">Správa železnic, státní organizace, </w:t>
            </w:r>
            <w:r>
              <w:br/>
            </w:r>
            <w:r w:rsidRPr="00E81BBA">
              <w:t>OŘ</w:t>
            </w:r>
            <w:r>
              <w:t xml:space="preserve"> Hradec Králové</w:t>
            </w:r>
            <w:r>
              <w:br/>
            </w:r>
            <w:r w:rsidRPr="005948D2">
              <w:t>Sklad SVS, Na Důchodě 719, 503 01 Hradec Králové</w:t>
            </w:r>
          </w:p>
        </w:tc>
        <w:tc>
          <w:tcPr>
            <w:tcW w:w="1748" w:type="dxa"/>
          </w:tcPr>
          <w:p w:rsidR="00031324" w:rsidRDefault="005948D2" w:rsidP="00026A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Anna </w:t>
            </w:r>
            <w:proofErr w:type="spellStart"/>
            <w:r>
              <w:t>Kovačičová</w:t>
            </w:r>
            <w:proofErr w:type="spellEnd"/>
            <w:r>
              <w:t xml:space="preserve"> - 602 456 911 </w:t>
            </w:r>
            <w:r>
              <w:br/>
            </w:r>
            <w:r w:rsidRPr="005948D2">
              <w:t>972 342 046</w:t>
            </w:r>
          </w:p>
        </w:tc>
        <w:tc>
          <w:tcPr>
            <w:tcW w:w="1047" w:type="dxa"/>
            <w:vAlign w:val="center"/>
          </w:tcPr>
          <w:p w:rsidR="00031324" w:rsidRDefault="005948D2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1341</w:t>
            </w:r>
          </w:p>
        </w:tc>
        <w:tc>
          <w:tcPr>
            <w:tcW w:w="1005" w:type="dxa"/>
            <w:vAlign w:val="center"/>
          </w:tcPr>
          <w:p w:rsidR="00031324" w:rsidRDefault="005948D2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170</w:t>
            </w:r>
          </w:p>
        </w:tc>
        <w:tc>
          <w:tcPr>
            <w:tcW w:w="1006" w:type="dxa"/>
            <w:vAlign w:val="center"/>
          </w:tcPr>
          <w:p w:rsidR="00031324" w:rsidRDefault="005948D2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50</w:t>
            </w:r>
          </w:p>
        </w:tc>
        <w:tc>
          <w:tcPr>
            <w:tcW w:w="1005" w:type="dxa"/>
            <w:vAlign w:val="center"/>
          </w:tcPr>
          <w:p w:rsidR="00031324" w:rsidRDefault="005948D2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70</w:t>
            </w:r>
          </w:p>
        </w:tc>
      </w:tr>
      <w:tr w:rsidR="00B82B61" w:rsidTr="00B82B61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4" w:type="dxa"/>
          </w:tcPr>
          <w:p w:rsidR="00B82B61" w:rsidRDefault="00B82B61" w:rsidP="00026A23">
            <w:r>
              <w:t>Správa železnic, státní organizace,</w:t>
            </w:r>
          </w:p>
          <w:p w:rsidR="00B82B61" w:rsidRDefault="00B82B61" w:rsidP="00026A23">
            <w:r>
              <w:t>CTD</w:t>
            </w:r>
          </w:p>
          <w:p w:rsidR="00B82B61" w:rsidRDefault="00B82B61" w:rsidP="00026A23">
            <w:r w:rsidRPr="00B82B61">
              <w:t>Areál depa, Riegrovo náměstí 914 - Hradec Králové</w:t>
            </w:r>
          </w:p>
        </w:tc>
        <w:tc>
          <w:tcPr>
            <w:tcW w:w="1748" w:type="dxa"/>
          </w:tcPr>
          <w:p w:rsidR="00B82B61" w:rsidRDefault="00B82B61" w:rsidP="00026A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Vendula Kopecká - 725 385 040 </w:t>
            </w:r>
            <w:r>
              <w:br/>
            </w:r>
            <w:r w:rsidRPr="00B82B61">
              <w:t>972 341 564</w:t>
            </w:r>
          </w:p>
        </w:tc>
        <w:tc>
          <w:tcPr>
            <w:tcW w:w="1047" w:type="dxa"/>
            <w:vAlign w:val="center"/>
          </w:tcPr>
          <w:p w:rsidR="00B82B61" w:rsidRDefault="00B82B61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450</w:t>
            </w:r>
          </w:p>
        </w:tc>
        <w:tc>
          <w:tcPr>
            <w:tcW w:w="1005" w:type="dxa"/>
            <w:vAlign w:val="center"/>
          </w:tcPr>
          <w:p w:rsidR="00B82B61" w:rsidRDefault="00B82B61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150</w:t>
            </w:r>
          </w:p>
        </w:tc>
        <w:tc>
          <w:tcPr>
            <w:tcW w:w="1006" w:type="dxa"/>
            <w:vAlign w:val="center"/>
          </w:tcPr>
          <w:p w:rsidR="00B82B61" w:rsidRDefault="00B82B61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40</w:t>
            </w:r>
          </w:p>
        </w:tc>
        <w:tc>
          <w:tcPr>
            <w:tcW w:w="1005" w:type="dxa"/>
            <w:vAlign w:val="center"/>
          </w:tcPr>
          <w:p w:rsidR="00B82B61" w:rsidRDefault="00B82B61" w:rsidP="00803C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30</w:t>
            </w:r>
          </w:p>
        </w:tc>
      </w:tr>
    </w:tbl>
    <w:p w:rsidR="004075B9" w:rsidRDefault="004075B9">
      <w:r>
        <w:br w:type="page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06"/>
        <w:gridCol w:w="1745"/>
        <w:gridCol w:w="1044"/>
        <w:gridCol w:w="1002"/>
        <w:gridCol w:w="1003"/>
        <w:gridCol w:w="1002"/>
      </w:tblGrid>
      <w:tr w:rsidR="00031324" w:rsidTr="009F12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4" w:type="dxa"/>
            <w:shd w:val="clear" w:color="auto" w:fill="auto"/>
          </w:tcPr>
          <w:p w:rsidR="00031324" w:rsidRDefault="005948D2" w:rsidP="00026A23">
            <w:r>
              <w:lastRenderedPageBreak/>
              <w:t xml:space="preserve">Správa železnic, státní organizace, </w:t>
            </w:r>
            <w:r>
              <w:br/>
            </w:r>
            <w:r w:rsidRPr="00E81BBA">
              <w:t>OŘ</w:t>
            </w:r>
            <w:r>
              <w:t xml:space="preserve"> Ústí nad Labem</w:t>
            </w:r>
            <w:r>
              <w:br/>
            </w:r>
            <w:r w:rsidRPr="005948D2">
              <w:t>Železničářská 1386/31 - 400 03 Ústí nad Labem</w:t>
            </w:r>
          </w:p>
        </w:tc>
        <w:tc>
          <w:tcPr>
            <w:tcW w:w="1748" w:type="dxa"/>
            <w:shd w:val="clear" w:color="auto" w:fill="auto"/>
          </w:tcPr>
          <w:p w:rsidR="00031324" w:rsidRDefault="005948D2" w:rsidP="00026A2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948D2">
              <w:t>Z</w:t>
            </w:r>
            <w:r>
              <w:t xml:space="preserve">uzana Petráková - 724 496 755 </w:t>
            </w:r>
            <w:r>
              <w:br/>
            </w:r>
            <w:r w:rsidRPr="005948D2">
              <w:t>972 422 766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031324" w:rsidRDefault="005948D2" w:rsidP="00803C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991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031324" w:rsidRDefault="005948D2" w:rsidP="00803C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160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031324" w:rsidRDefault="005948D2" w:rsidP="00803C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40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031324" w:rsidRDefault="005948D2" w:rsidP="00803C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50</w:t>
            </w:r>
          </w:p>
        </w:tc>
      </w:tr>
      <w:tr w:rsidR="00B82B61" w:rsidTr="009F121B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4" w:type="dxa"/>
          </w:tcPr>
          <w:p w:rsidR="00B82B61" w:rsidRDefault="00B82B61" w:rsidP="00B82B61">
            <w:r>
              <w:t xml:space="preserve">Správa železnic, státní organizace, </w:t>
            </w:r>
            <w:r>
              <w:br/>
              <w:t>OŘ Plzeň</w:t>
            </w:r>
            <w:r>
              <w:br/>
            </w:r>
            <w:r w:rsidRPr="006E7879">
              <w:t>Sušická 23 - 326 00 Plzeň</w:t>
            </w:r>
          </w:p>
        </w:tc>
        <w:tc>
          <w:tcPr>
            <w:tcW w:w="1748" w:type="dxa"/>
          </w:tcPr>
          <w:p w:rsidR="00B82B61" w:rsidRDefault="00B82B61" w:rsidP="00B82B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E7879">
              <w:t xml:space="preserve">Alena Boučková - </w:t>
            </w:r>
            <w:r>
              <w:br/>
              <w:t xml:space="preserve">724 644 229 </w:t>
            </w:r>
            <w:r>
              <w:br/>
            </w:r>
            <w:r w:rsidRPr="006E7879">
              <w:t>972 524</w:t>
            </w:r>
            <w:r>
              <w:t> </w:t>
            </w:r>
            <w:r w:rsidRPr="006E7879">
              <w:t>078</w:t>
            </w:r>
          </w:p>
        </w:tc>
        <w:tc>
          <w:tcPr>
            <w:tcW w:w="1047" w:type="dxa"/>
            <w:vAlign w:val="center"/>
          </w:tcPr>
          <w:p w:rsidR="00B82B61" w:rsidRDefault="00B82B61" w:rsidP="00B82B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1051</w:t>
            </w:r>
          </w:p>
        </w:tc>
        <w:tc>
          <w:tcPr>
            <w:tcW w:w="1005" w:type="dxa"/>
            <w:vAlign w:val="center"/>
          </w:tcPr>
          <w:p w:rsidR="00B82B61" w:rsidRDefault="00B82B61" w:rsidP="00B82B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220</w:t>
            </w:r>
          </w:p>
        </w:tc>
        <w:tc>
          <w:tcPr>
            <w:tcW w:w="1006" w:type="dxa"/>
            <w:vAlign w:val="center"/>
          </w:tcPr>
          <w:p w:rsidR="00B82B61" w:rsidRDefault="00B82B61" w:rsidP="00B82B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50</w:t>
            </w:r>
          </w:p>
        </w:tc>
        <w:tc>
          <w:tcPr>
            <w:tcW w:w="1005" w:type="dxa"/>
            <w:vAlign w:val="center"/>
          </w:tcPr>
          <w:p w:rsidR="00B82B61" w:rsidRDefault="00B82B61" w:rsidP="00B82B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50</w:t>
            </w:r>
          </w:p>
        </w:tc>
      </w:tr>
      <w:tr w:rsidR="00B82B61" w:rsidTr="00061866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4" w:type="dxa"/>
            <w:tcBorders>
              <w:bottom w:val="thinThickSmallGap" w:sz="24" w:space="0" w:color="auto"/>
            </w:tcBorders>
          </w:tcPr>
          <w:p w:rsidR="00B82B61" w:rsidRDefault="00B82B61" w:rsidP="00B82B61">
            <w:r>
              <w:t>Správa železnic, státní organizace,</w:t>
            </w:r>
          </w:p>
          <w:p w:rsidR="00B82B61" w:rsidRDefault="00B82B61" w:rsidP="00B82B61">
            <w:r>
              <w:t>CDP Přerov</w:t>
            </w:r>
          </w:p>
          <w:p w:rsidR="00B82B61" w:rsidRDefault="00B82B61" w:rsidP="00B82B61">
            <w:r w:rsidRPr="00B82B61">
              <w:t>Tovární 3286 - 750 02 Přerov</w:t>
            </w:r>
          </w:p>
        </w:tc>
        <w:tc>
          <w:tcPr>
            <w:tcW w:w="1748" w:type="dxa"/>
            <w:tcBorders>
              <w:bottom w:val="thinThickSmallGap" w:sz="24" w:space="0" w:color="auto"/>
            </w:tcBorders>
          </w:tcPr>
          <w:p w:rsidR="00B82B61" w:rsidRPr="005948D2" w:rsidRDefault="00B82B61" w:rsidP="00B82B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2B61">
              <w:t>Jar</w:t>
            </w:r>
            <w:r>
              <w:t xml:space="preserve">oslava Šimíková - 725 858 761 </w:t>
            </w:r>
            <w:r>
              <w:br/>
            </w:r>
            <w:r w:rsidRPr="00B82B61">
              <w:t>972 730 018</w:t>
            </w:r>
          </w:p>
        </w:tc>
        <w:tc>
          <w:tcPr>
            <w:tcW w:w="1047" w:type="dxa"/>
            <w:tcBorders>
              <w:bottom w:val="thinThickSmallGap" w:sz="24" w:space="0" w:color="auto"/>
            </w:tcBorders>
            <w:vAlign w:val="center"/>
          </w:tcPr>
          <w:p w:rsidR="00B82B61" w:rsidRDefault="00B82B61" w:rsidP="00B82B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150</w:t>
            </w:r>
          </w:p>
        </w:tc>
        <w:tc>
          <w:tcPr>
            <w:tcW w:w="1005" w:type="dxa"/>
            <w:tcBorders>
              <w:bottom w:val="thinThickSmallGap" w:sz="24" w:space="0" w:color="auto"/>
            </w:tcBorders>
            <w:vAlign w:val="center"/>
          </w:tcPr>
          <w:p w:rsidR="00B82B61" w:rsidRDefault="004075B9" w:rsidP="00B82B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65</w:t>
            </w:r>
          </w:p>
        </w:tc>
        <w:tc>
          <w:tcPr>
            <w:tcW w:w="1006" w:type="dxa"/>
            <w:tcBorders>
              <w:bottom w:val="thinThickSmallGap" w:sz="24" w:space="0" w:color="auto"/>
            </w:tcBorders>
            <w:vAlign w:val="center"/>
          </w:tcPr>
          <w:p w:rsidR="00B82B61" w:rsidRDefault="004075B9" w:rsidP="00B82B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20</w:t>
            </w:r>
          </w:p>
        </w:tc>
        <w:tc>
          <w:tcPr>
            <w:tcW w:w="1005" w:type="dxa"/>
            <w:tcBorders>
              <w:bottom w:val="thinThickSmallGap" w:sz="24" w:space="0" w:color="auto"/>
            </w:tcBorders>
            <w:vAlign w:val="center"/>
          </w:tcPr>
          <w:p w:rsidR="00B82B61" w:rsidRDefault="004075B9" w:rsidP="00B82B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</w:t>
            </w:r>
          </w:p>
        </w:tc>
      </w:tr>
      <w:tr w:rsidR="009F121B" w:rsidTr="00061866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4" w:type="dxa"/>
            <w:tcBorders>
              <w:top w:val="thinThickSmallGap" w:sz="24" w:space="0" w:color="auto"/>
            </w:tcBorders>
          </w:tcPr>
          <w:p w:rsidR="009F121B" w:rsidRPr="00061866" w:rsidRDefault="00061866" w:rsidP="00B82B61">
            <w:pPr>
              <w:rPr>
                <w:b/>
              </w:rPr>
            </w:pPr>
            <w:r w:rsidRPr="00061866">
              <w:rPr>
                <w:b/>
              </w:rPr>
              <w:t>CELKEM</w:t>
            </w:r>
          </w:p>
        </w:tc>
        <w:tc>
          <w:tcPr>
            <w:tcW w:w="1748" w:type="dxa"/>
            <w:tcBorders>
              <w:top w:val="thinThickSmallGap" w:sz="24" w:space="0" w:color="auto"/>
            </w:tcBorders>
          </w:tcPr>
          <w:p w:rsidR="009F121B" w:rsidRPr="00061866" w:rsidRDefault="009F121B" w:rsidP="00B82B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1047" w:type="dxa"/>
            <w:tcBorders>
              <w:top w:val="thinThickSmallGap" w:sz="24" w:space="0" w:color="auto"/>
            </w:tcBorders>
            <w:vAlign w:val="center"/>
          </w:tcPr>
          <w:p w:rsidR="009F121B" w:rsidRPr="00061866" w:rsidRDefault="00061866" w:rsidP="00B82B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061866">
              <w:rPr>
                <w:b/>
              </w:rPr>
              <w:t>12 400</w:t>
            </w:r>
          </w:p>
        </w:tc>
        <w:tc>
          <w:tcPr>
            <w:tcW w:w="1005" w:type="dxa"/>
            <w:tcBorders>
              <w:top w:val="thinThickSmallGap" w:sz="24" w:space="0" w:color="auto"/>
            </w:tcBorders>
            <w:vAlign w:val="center"/>
          </w:tcPr>
          <w:p w:rsidR="009F121B" w:rsidRPr="00061866" w:rsidRDefault="00061866" w:rsidP="00B82B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3 050</w:t>
            </w:r>
          </w:p>
        </w:tc>
        <w:tc>
          <w:tcPr>
            <w:tcW w:w="1006" w:type="dxa"/>
            <w:tcBorders>
              <w:top w:val="thinThickSmallGap" w:sz="24" w:space="0" w:color="auto"/>
            </w:tcBorders>
            <w:vAlign w:val="center"/>
          </w:tcPr>
          <w:p w:rsidR="009F121B" w:rsidRPr="00061866" w:rsidRDefault="00061866" w:rsidP="00B82B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1 150</w:t>
            </w:r>
          </w:p>
        </w:tc>
        <w:tc>
          <w:tcPr>
            <w:tcW w:w="1005" w:type="dxa"/>
            <w:tcBorders>
              <w:top w:val="thinThickSmallGap" w:sz="24" w:space="0" w:color="auto"/>
            </w:tcBorders>
            <w:vAlign w:val="center"/>
          </w:tcPr>
          <w:p w:rsidR="009F121B" w:rsidRPr="00061866" w:rsidRDefault="00061866" w:rsidP="00B82B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1 400</w:t>
            </w:r>
          </w:p>
        </w:tc>
      </w:tr>
    </w:tbl>
    <w:p w:rsidR="005347E8" w:rsidRPr="005347E8" w:rsidRDefault="005347E8" w:rsidP="00026A23">
      <w:pPr>
        <w:rPr>
          <w:color w:val="FF0000"/>
        </w:rPr>
      </w:pPr>
      <w:r w:rsidRPr="005347E8">
        <w:rPr>
          <w:color w:val="FF0000"/>
        </w:rPr>
        <w:t>*</w:t>
      </w:r>
      <w:r>
        <w:rPr>
          <w:color w:val="FF0000"/>
        </w:rPr>
        <w:t xml:space="preserve"> detašované pracoviště OŘ Ostrava v Olomouci</w:t>
      </w:r>
    </w:p>
    <w:p w:rsidR="00DA6E01" w:rsidRDefault="00DA6E01" w:rsidP="005347E8">
      <w:pPr>
        <w:pStyle w:val="Technickspecifikace"/>
        <w:ind w:left="0" w:firstLine="0"/>
      </w:pPr>
    </w:p>
    <w:p w:rsidR="00965708" w:rsidRDefault="00965708" w:rsidP="00965708">
      <w:pPr>
        <w:pStyle w:val="Technickspecifikace"/>
      </w:pPr>
    </w:p>
    <w:p w:rsidR="00965708" w:rsidRDefault="00965708" w:rsidP="00965708">
      <w:pPr>
        <w:pStyle w:val="Technickspecifikace"/>
      </w:pPr>
    </w:p>
    <w:sectPr w:rsidR="00965708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615B" w:rsidRDefault="0080615B" w:rsidP="00962258">
      <w:pPr>
        <w:spacing w:after="0" w:line="240" w:lineRule="auto"/>
      </w:pPr>
      <w:r>
        <w:separator/>
      </w:r>
    </w:p>
  </w:endnote>
  <w:endnote w:type="continuationSeparator" w:id="0">
    <w:p w:rsidR="0080615B" w:rsidRDefault="0080615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624D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24D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BC65648" wp14:editId="62E8F7F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D0B95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E7CFF6B" wp14:editId="3C5F730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FA02E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624D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24D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A350745" wp14:editId="6F64C99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7EE56C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8978D4A" wp14:editId="3914101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5FC028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615B" w:rsidRDefault="0080615B" w:rsidP="00962258">
      <w:pPr>
        <w:spacing w:after="0" w:line="240" w:lineRule="auto"/>
      </w:pPr>
      <w:r>
        <w:separator/>
      </w:r>
    </w:p>
  </w:footnote>
  <w:footnote w:type="continuationSeparator" w:id="0">
    <w:p w:rsidR="0080615B" w:rsidRDefault="0080615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DD5E793" wp14:editId="7221D36F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7E42BC1"/>
    <w:multiLevelType w:val="hybridMultilevel"/>
    <w:tmpl w:val="6D5617F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426E2F66"/>
    <w:multiLevelType w:val="hybridMultilevel"/>
    <w:tmpl w:val="A3ACAE86"/>
    <w:lvl w:ilvl="0" w:tplc="AE6C02E0">
      <w:start w:val="5"/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8"/>
  </w:num>
  <w:num w:numId="35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0C3"/>
    <w:rsid w:val="00001519"/>
    <w:rsid w:val="00026A23"/>
    <w:rsid w:val="00031324"/>
    <w:rsid w:val="00061866"/>
    <w:rsid w:val="0006759C"/>
    <w:rsid w:val="00072C1E"/>
    <w:rsid w:val="000758A4"/>
    <w:rsid w:val="000C70C3"/>
    <w:rsid w:val="000D73AA"/>
    <w:rsid w:val="000E23A7"/>
    <w:rsid w:val="0010693F"/>
    <w:rsid w:val="00114472"/>
    <w:rsid w:val="001550BC"/>
    <w:rsid w:val="001605B9"/>
    <w:rsid w:val="00170EC5"/>
    <w:rsid w:val="001747C1"/>
    <w:rsid w:val="00184743"/>
    <w:rsid w:val="0018597C"/>
    <w:rsid w:val="00207DF5"/>
    <w:rsid w:val="002254F5"/>
    <w:rsid w:val="00237C73"/>
    <w:rsid w:val="00280E07"/>
    <w:rsid w:val="002C0D69"/>
    <w:rsid w:val="002C31BF"/>
    <w:rsid w:val="002D08B1"/>
    <w:rsid w:val="002E0CD7"/>
    <w:rsid w:val="002F6C39"/>
    <w:rsid w:val="003042F8"/>
    <w:rsid w:val="00330ABB"/>
    <w:rsid w:val="00341DCF"/>
    <w:rsid w:val="00357BC6"/>
    <w:rsid w:val="00360FF5"/>
    <w:rsid w:val="003956C6"/>
    <w:rsid w:val="003B4A94"/>
    <w:rsid w:val="004075B9"/>
    <w:rsid w:val="00441430"/>
    <w:rsid w:val="00450F07"/>
    <w:rsid w:val="00453CD3"/>
    <w:rsid w:val="00460660"/>
    <w:rsid w:val="004730A6"/>
    <w:rsid w:val="00486107"/>
    <w:rsid w:val="00490AFC"/>
    <w:rsid w:val="004914A8"/>
    <w:rsid w:val="00491827"/>
    <w:rsid w:val="004B348C"/>
    <w:rsid w:val="004C1665"/>
    <w:rsid w:val="004C4399"/>
    <w:rsid w:val="004C787C"/>
    <w:rsid w:val="004E143C"/>
    <w:rsid w:val="004E2A70"/>
    <w:rsid w:val="004E3A53"/>
    <w:rsid w:val="004E48BE"/>
    <w:rsid w:val="004E67AA"/>
    <w:rsid w:val="004F20BC"/>
    <w:rsid w:val="004F4B9B"/>
    <w:rsid w:val="004F69EA"/>
    <w:rsid w:val="00511AB9"/>
    <w:rsid w:val="00523EA7"/>
    <w:rsid w:val="005347E8"/>
    <w:rsid w:val="0054320C"/>
    <w:rsid w:val="00552F3D"/>
    <w:rsid w:val="00553375"/>
    <w:rsid w:val="00557C28"/>
    <w:rsid w:val="005736B7"/>
    <w:rsid w:val="00575E5A"/>
    <w:rsid w:val="005948D2"/>
    <w:rsid w:val="005C3D6E"/>
    <w:rsid w:val="005F032F"/>
    <w:rsid w:val="005F1404"/>
    <w:rsid w:val="0061068E"/>
    <w:rsid w:val="006132DA"/>
    <w:rsid w:val="00613568"/>
    <w:rsid w:val="006353C1"/>
    <w:rsid w:val="00660AD3"/>
    <w:rsid w:val="00667686"/>
    <w:rsid w:val="00677B7F"/>
    <w:rsid w:val="006A5570"/>
    <w:rsid w:val="006A689C"/>
    <w:rsid w:val="006B3D79"/>
    <w:rsid w:val="006D4933"/>
    <w:rsid w:val="006D5DC7"/>
    <w:rsid w:val="006D7AFE"/>
    <w:rsid w:val="006E0578"/>
    <w:rsid w:val="006E314D"/>
    <w:rsid w:val="006E3406"/>
    <w:rsid w:val="006E7879"/>
    <w:rsid w:val="006F2978"/>
    <w:rsid w:val="00710723"/>
    <w:rsid w:val="00723ED1"/>
    <w:rsid w:val="00743525"/>
    <w:rsid w:val="0076286B"/>
    <w:rsid w:val="00766846"/>
    <w:rsid w:val="007713B7"/>
    <w:rsid w:val="0077673A"/>
    <w:rsid w:val="00776A11"/>
    <w:rsid w:val="007846E1"/>
    <w:rsid w:val="00795E76"/>
    <w:rsid w:val="007B570C"/>
    <w:rsid w:val="007C589B"/>
    <w:rsid w:val="007E4A6E"/>
    <w:rsid w:val="007F56A7"/>
    <w:rsid w:val="00803C5D"/>
    <w:rsid w:val="0080615B"/>
    <w:rsid w:val="00807DD0"/>
    <w:rsid w:val="008659F3"/>
    <w:rsid w:val="00886D4B"/>
    <w:rsid w:val="0089060C"/>
    <w:rsid w:val="00890EC9"/>
    <w:rsid w:val="00895406"/>
    <w:rsid w:val="008A3568"/>
    <w:rsid w:val="008C510A"/>
    <w:rsid w:val="008D03B9"/>
    <w:rsid w:val="008E042A"/>
    <w:rsid w:val="008E60C8"/>
    <w:rsid w:val="008F18D6"/>
    <w:rsid w:val="00904780"/>
    <w:rsid w:val="009146C8"/>
    <w:rsid w:val="00922385"/>
    <w:rsid w:val="009223DF"/>
    <w:rsid w:val="00923DE9"/>
    <w:rsid w:val="00926432"/>
    <w:rsid w:val="00936091"/>
    <w:rsid w:val="00940D8A"/>
    <w:rsid w:val="00947E2D"/>
    <w:rsid w:val="00962258"/>
    <w:rsid w:val="00965708"/>
    <w:rsid w:val="009678B7"/>
    <w:rsid w:val="009833E1"/>
    <w:rsid w:val="0098415D"/>
    <w:rsid w:val="00992D9C"/>
    <w:rsid w:val="00996CB8"/>
    <w:rsid w:val="009A2E70"/>
    <w:rsid w:val="009B14A9"/>
    <w:rsid w:val="009B2E97"/>
    <w:rsid w:val="009E07F4"/>
    <w:rsid w:val="009F0DFE"/>
    <w:rsid w:val="009F121B"/>
    <w:rsid w:val="009F1D7A"/>
    <w:rsid w:val="009F392E"/>
    <w:rsid w:val="00A04FA4"/>
    <w:rsid w:val="00A14B16"/>
    <w:rsid w:val="00A21353"/>
    <w:rsid w:val="00A37903"/>
    <w:rsid w:val="00A6177B"/>
    <w:rsid w:val="00A66136"/>
    <w:rsid w:val="00A7700B"/>
    <w:rsid w:val="00AA4CBB"/>
    <w:rsid w:val="00AA65FA"/>
    <w:rsid w:val="00AA7351"/>
    <w:rsid w:val="00AC022A"/>
    <w:rsid w:val="00AD056F"/>
    <w:rsid w:val="00AD6731"/>
    <w:rsid w:val="00AE1D56"/>
    <w:rsid w:val="00B042AE"/>
    <w:rsid w:val="00B15D0D"/>
    <w:rsid w:val="00B257CE"/>
    <w:rsid w:val="00B53E4B"/>
    <w:rsid w:val="00B75EE1"/>
    <w:rsid w:val="00B77481"/>
    <w:rsid w:val="00B82B61"/>
    <w:rsid w:val="00B8518B"/>
    <w:rsid w:val="00B9756B"/>
    <w:rsid w:val="00B97CD1"/>
    <w:rsid w:val="00BD7E91"/>
    <w:rsid w:val="00C02D0A"/>
    <w:rsid w:val="00C03A6E"/>
    <w:rsid w:val="00C04A17"/>
    <w:rsid w:val="00C44F6A"/>
    <w:rsid w:val="00C45F4F"/>
    <w:rsid w:val="00C47AE3"/>
    <w:rsid w:val="00C50F4E"/>
    <w:rsid w:val="00C95D2A"/>
    <w:rsid w:val="00CD1FC4"/>
    <w:rsid w:val="00D21061"/>
    <w:rsid w:val="00D4108E"/>
    <w:rsid w:val="00D55091"/>
    <w:rsid w:val="00D6163D"/>
    <w:rsid w:val="00D624D5"/>
    <w:rsid w:val="00D73D46"/>
    <w:rsid w:val="00D831A3"/>
    <w:rsid w:val="00D8667A"/>
    <w:rsid w:val="00DA6E01"/>
    <w:rsid w:val="00DC75F3"/>
    <w:rsid w:val="00DD46F3"/>
    <w:rsid w:val="00DE56F2"/>
    <w:rsid w:val="00DF116D"/>
    <w:rsid w:val="00DF7935"/>
    <w:rsid w:val="00E33493"/>
    <w:rsid w:val="00E36C4A"/>
    <w:rsid w:val="00E4094D"/>
    <w:rsid w:val="00E41599"/>
    <w:rsid w:val="00E75BCE"/>
    <w:rsid w:val="00E81BBA"/>
    <w:rsid w:val="00EB104F"/>
    <w:rsid w:val="00ED14BD"/>
    <w:rsid w:val="00EF1295"/>
    <w:rsid w:val="00F0533E"/>
    <w:rsid w:val="00F1048D"/>
    <w:rsid w:val="00F12DEC"/>
    <w:rsid w:val="00F1715C"/>
    <w:rsid w:val="00F22295"/>
    <w:rsid w:val="00F310F8"/>
    <w:rsid w:val="00F35939"/>
    <w:rsid w:val="00F45607"/>
    <w:rsid w:val="00F477BC"/>
    <w:rsid w:val="00F5558F"/>
    <w:rsid w:val="00F61628"/>
    <w:rsid w:val="00F659EB"/>
    <w:rsid w:val="00F86BA6"/>
    <w:rsid w:val="00FA77A9"/>
    <w:rsid w:val="00FC173F"/>
    <w:rsid w:val="00FC4C70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D038A61"/>
  <w14:defaultImageDpi w14:val="32767"/>
  <w15:docId w15:val="{04DF0CE3-5EA5-4A9D-A8A4-70244D6B5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Technickspecifikace">
    <w:name w:val="Technická specifikace"/>
    <w:basedOn w:val="Normln"/>
    <w:rsid w:val="00965708"/>
    <w:pPr>
      <w:spacing w:before="80" w:after="80"/>
      <w:ind w:left="1701" w:hanging="1701"/>
    </w:pPr>
    <w:rPr>
      <w:rFonts w:asciiTheme="majorHAnsi" w:hAnsiTheme="majorHAnsi" w:cs="Arial"/>
    </w:rPr>
  </w:style>
  <w:style w:type="character" w:customStyle="1" w:styleId="Vlastnosttechnickspecifikace">
    <w:name w:val="Vlastnost technické specifikace"/>
    <w:basedOn w:val="Standardnpsmoodstavce"/>
    <w:uiPriority w:val="1"/>
    <w:rsid w:val="00965708"/>
    <w:rPr>
      <w:b/>
      <w:bCs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ntesova\Desktop\VZ%202020_catering\P&#345;&#237;loha%20&#269;.1_Specifikace%20p&#345;edm&#283;tu%20pln&#283;n&#237;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690B7D-DDCB-4137-9D40-1B91E0989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Příloha č.1_Specifikace předmětu plnění.dotx</Template>
  <TotalTime>2</TotalTime>
  <Pages>2</Pages>
  <Words>402</Words>
  <Characters>2374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Čentéšová Michala, Mgr.</dc:creator>
  <cp:lastModifiedBy>Herdová Veronika, DiS.</cp:lastModifiedBy>
  <cp:revision>4</cp:revision>
  <cp:lastPrinted>2020-02-05T11:16:00Z</cp:lastPrinted>
  <dcterms:created xsi:type="dcterms:W3CDTF">2022-02-11T08:29:00Z</dcterms:created>
  <dcterms:modified xsi:type="dcterms:W3CDTF">2022-03-07T11:20:00Z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